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1195F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0B3721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F2D714A" w14:textId="6D11A037" w:rsidR="00DC6D0C" w:rsidRPr="0099587C" w:rsidRDefault="0071620A" w:rsidP="004D34CE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99587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9587C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0A1CEE">
        <w:rPr>
          <w:rFonts w:ascii="Corbel" w:hAnsi="Corbel"/>
          <w:b/>
          <w:smallCaps/>
          <w:sz w:val="24"/>
          <w:szCs w:val="24"/>
        </w:rPr>
        <w:t>2019-2021</w:t>
      </w:r>
    </w:p>
    <w:p w14:paraId="3D600AE9" w14:textId="2A1F9740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0A1CEE">
        <w:rPr>
          <w:rFonts w:ascii="Corbel" w:hAnsi="Corbel"/>
          <w:sz w:val="20"/>
          <w:szCs w:val="20"/>
        </w:rPr>
        <w:t>0</w:t>
      </w:r>
      <w:r w:rsidR="00182C9E">
        <w:rPr>
          <w:rFonts w:ascii="Corbel" w:hAnsi="Corbel"/>
          <w:sz w:val="20"/>
          <w:szCs w:val="20"/>
        </w:rPr>
        <w:t>/202</w:t>
      </w:r>
      <w:r w:rsidR="000A1CEE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288F5D3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EF704C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73A8C2D" w14:textId="77777777" w:rsidTr="00B819C8">
        <w:tc>
          <w:tcPr>
            <w:tcW w:w="2694" w:type="dxa"/>
            <w:vAlign w:val="center"/>
          </w:tcPr>
          <w:p w14:paraId="057E45C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4842E1" w14:textId="77777777" w:rsidR="0085747A" w:rsidRPr="009C54AE" w:rsidRDefault="004D34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Gospodarka globalna</w:t>
            </w:r>
          </w:p>
        </w:tc>
      </w:tr>
      <w:tr w:rsidR="0085747A" w:rsidRPr="00C404B0" w14:paraId="2CBC171D" w14:textId="77777777" w:rsidTr="00B819C8">
        <w:tc>
          <w:tcPr>
            <w:tcW w:w="2694" w:type="dxa"/>
            <w:vAlign w:val="center"/>
          </w:tcPr>
          <w:p w14:paraId="4C207D6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77B735" w14:textId="77777777" w:rsidR="0085747A" w:rsidRPr="0099587C" w:rsidRDefault="004D34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99587C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99587C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99587C">
              <w:rPr>
                <w:rFonts w:ascii="Corbel" w:hAnsi="Corbel"/>
                <w:b w:val="0"/>
                <w:sz w:val="24"/>
                <w:szCs w:val="24"/>
                <w:lang w:val="en-US"/>
              </w:rPr>
              <w:t>BiDF</w:t>
            </w:r>
            <w:proofErr w:type="spellEnd"/>
            <w:r w:rsidRPr="0099587C">
              <w:rPr>
                <w:rFonts w:ascii="Corbel" w:hAnsi="Corbel"/>
                <w:b w:val="0"/>
                <w:sz w:val="24"/>
                <w:szCs w:val="24"/>
                <w:lang w:val="en-US"/>
              </w:rPr>
              <w:t>/C-1.4a</w:t>
            </w:r>
          </w:p>
        </w:tc>
      </w:tr>
      <w:tr w:rsidR="0085747A" w:rsidRPr="009C54AE" w14:paraId="1E7CEAF0" w14:textId="77777777" w:rsidTr="00B819C8">
        <w:tc>
          <w:tcPr>
            <w:tcW w:w="2694" w:type="dxa"/>
            <w:vAlign w:val="center"/>
          </w:tcPr>
          <w:p w14:paraId="46CF897A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2D9F44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9CEBFBF" w14:textId="77777777" w:rsidTr="00B819C8">
        <w:tc>
          <w:tcPr>
            <w:tcW w:w="2694" w:type="dxa"/>
            <w:vAlign w:val="center"/>
          </w:tcPr>
          <w:p w14:paraId="394DB3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4FC9AE2" w14:textId="77777777" w:rsidR="0085747A" w:rsidRPr="009C54AE" w:rsidRDefault="009958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5E9D418" w14:textId="77777777" w:rsidTr="00B819C8">
        <w:tc>
          <w:tcPr>
            <w:tcW w:w="2694" w:type="dxa"/>
            <w:vAlign w:val="center"/>
          </w:tcPr>
          <w:p w14:paraId="2B9ECEB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6E0606" w14:textId="77777777" w:rsidR="0085747A" w:rsidRPr="009C54AE" w:rsidRDefault="00C41B9B" w:rsidP="009958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9587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6AAD638A" w14:textId="77777777" w:rsidTr="00B819C8">
        <w:tc>
          <w:tcPr>
            <w:tcW w:w="2694" w:type="dxa"/>
            <w:vAlign w:val="center"/>
          </w:tcPr>
          <w:p w14:paraId="367A743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CA01A2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5B9CA14A" w14:textId="77777777" w:rsidTr="00B819C8">
        <w:tc>
          <w:tcPr>
            <w:tcW w:w="2694" w:type="dxa"/>
            <w:vAlign w:val="center"/>
          </w:tcPr>
          <w:p w14:paraId="18D08E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3E88E02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A8F28A1" w14:textId="77777777" w:rsidTr="00B819C8">
        <w:tc>
          <w:tcPr>
            <w:tcW w:w="2694" w:type="dxa"/>
            <w:vAlign w:val="center"/>
          </w:tcPr>
          <w:p w14:paraId="22E487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2C1785" w14:textId="16EB98D2" w:rsidR="0085747A" w:rsidRPr="009C54AE" w:rsidRDefault="00AA5E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792B0A2E" w14:textId="77777777" w:rsidTr="00B819C8">
        <w:tc>
          <w:tcPr>
            <w:tcW w:w="2694" w:type="dxa"/>
            <w:vAlign w:val="center"/>
          </w:tcPr>
          <w:p w14:paraId="01165D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217E14C" w14:textId="77777777" w:rsidR="0085747A" w:rsidRPr="009C54AE" w:rsidRDefault="004D34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3528EB93" w14:textId="77777777" w:rsidTr="00B819C8">
        <w:tc>
          <w:tcPr>
            <w:tcW w:w="2694" w:type="dxa"/>
            <w:vAlign w:val="center"/>
          </w:tcPr>
          <w:p w14:paraId="03328F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C1C17E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F775E7A" w14:textId="77777777" w:rsidTr="00B819C8">
        <w:tc>
          <w:tcPr>
            <w:tcW w:w="2694" w:type="dxa"/>
            <w:vAlign w:val="center"/>
          </w:tcPr>
          <w:p w14:paraId="7DE226F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FEA7C7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BD13323" w14:textId="77777777" w:rsidTr="00B819C8">
        <w:tc>
          <w:tcPr>
            <w:tcW w:w="2694" w:type="dxa"/>
            <w:vAlign w:val="center"/>
          </w:tcPr>
          <w:p w14:paraId="117038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2E99DB" w14:textId="77777777" w:rsidR="0085747A" w:rsidRPr="009C54AE" w:rsidRDefault="004D34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  <w:tr w:rsidR="0085747A" w:rsidRPr="009C54AE" w14:paraId="3FE1B9B4" w14:textId="77777777" w:rsidTr="00B819C8">
        <w:tc>
          <w:tcPr>
            <w:tcW w:w="2694" w:type="dxa"/>
            <w:vAlign w:val="center"/>
          </w:tcPr>
          <w:p w14:paraId="13A391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163451" w14:textId="77777777" w:rsidR="0085747A" w:rsidRPr="009C54AE" w:rsidRDefault="004D34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</w:tbl>
    <w:p w14:paraId="519E03A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FF38F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B3A56D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2823606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26C14D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725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D70F65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6FC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7BA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661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104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ED9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D74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A8E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708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95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9C3B85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E00B" w14:textId="77777777" w:rsidR="00015B8F" w:rsidRPr="009C54AE" w:rsidRDefault="004D34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7A83D" w14:textId="258DFFB7" w:rsidR="00015B8F" w:rsidRPr="009C54AE" w:rsidRDefault="00C404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1D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97B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C6FB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6E6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6AA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9DE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746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B5B21" w14:textId="77777777" w:rsidR="00015B8F" w:rsidRPr="009C54AE" w:rsidRDefault="004D34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4848FA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C88D7C5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8CA82AF" w14:textId="77777777" w:rsidR="00C21002" w:rsidRPr="009C54AE" w:rsidRDefault="00C21002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C045B33" w14:textId="77777777" w:rsidR="00C21002" w:rsidRPr="00617C46" w:rsidRDefault="00C21002" w:rsidP="00C210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E2B9561" w14:textId="77777777" w:rsidR="00C21002" w:rsidRPr="009A27B8" w:rsidRDefault="00C21002" w:rsidP="00C210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690EB3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FAF3C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D67A7C8" w14:textId="77777777" w:rsidR="00C21002" w:rsidRDefault="00C2100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9C995F" w14:textId="77777777" w:rsidR="009C54AE" w:rsidRPr="0099587C" w:rsidRDefault="0099587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9587C">
        <w:rPr>
          <w:rFonts w:ascii="Corbel" w:hAnsi="Corbel"/>
          <w:b w:val="0"/>
          <w:smallCaps w:val="0"/>
          <w:szCs w:val="24"/>
        </w:rPr>
        <w:t>aliczenie z oceną</w:t>
      </w:r>
    </w:p>
    <w:p w14:paraId="6EB492C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6F97C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EFFE197" w14:textId="77777777" w:rsidTr="00745302">
        <w:tc>
          <w:tcPr>
            <w:tcW w:w="9670" w:type="dxa"/>
          </w:tcPr>
          <w:p w14:paraId="741EDC8C" w14:textId="77777777" w:rsidR="0085747A" w:rsidRPr="009C54AE" w:rsidRDefault="004D34CE" w:rsidP="004D34C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34CE">
              <w:rPr>
                <w:rFonts w:ascii="Corbel" w:hAnsi="Corbel"/>
                <w:b w:val="0"/>
                <w:smallCaps w:val="0"/>
                <w:szCs w:val="24"/>
              </w:rPr>
              <w:t>Student posiada podstawową wiedzę z zakresu mikroekonomii i makroekonomii oraz umiejętność interpretacji zjawisk i procesów ekonomicznych w skali mikro- i makroekonomicznej. Ponadto wymagana jest znajomość zagadnień z dziedziny międzynarodowych stosunków gospodarczych.</w:t>
            </w:r>
          </w:p>
        </w:tc>
      </w:tr>
    </w:tbl>
    <w:p w14:paraId="197E4C1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39562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BAB33E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F2993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2ED396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D34CE" w:rsidRPr="005A4C2B" w14:paraId="00226819" w14:textId="77777777" w:rsidTr="00934EDB">
        <w:tc>
          <w:tcPr>
            <w:tcW w:w="851" w:type="dxa"/>
            <w:vAlign w:val="center"/>
          </w:tcPr>
          <w:p w14:paraId="21BF5359" w14:textId="77777777" w:rsidR="004D34CE" w:rsidRPr="0099587C" w:rsidRDefault="004D34CE" w:rsidP="00934E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3ED42A4" w14:textId="77777777" w:rsidR="004D34CE" w:rsidRPr="0099587C" w:rsidRDefault="004D34CE" w:rsidP="00934ED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Zapoznanie studentów z podstawowymi problemami współczesnej gospodarki światowej i możliwościami ich rozwiązywania w skali globalnej.</w:t>
            </w:r>
          </w:p>
        </w:tc>
      </w:tr>
      <w:tr w:rsidR="004D34CE" w:rsidRPr="005A4C2B" w14:paraId="1684B8E7" w14:textId="77777777" w:rsidTr="00934EDB">
        <w:tc>
          <w:tcPr>
            <w:tcW w:w="851" w:type="dxa"/>
          </w:tcPr>
          <w:p w14:paraId="43002461" w14:textId="77777777" w:rsidR="004D34CE" w:rsidRPr="0099587C" w:rsidRDefault="004D34CE" w:rsidP="00934ED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78077E6" w14:textId="77777777" w:rsidR="004D34CE" w:rsidRPr="0099587C" w:rsidRDefault="004D34CE" w:rsidP="00934E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Wskazanie kierunków zmian we współczesnej gospodarce światowej.</w:t>
            </w:r>
          </w:p>
        </w:tc>
      </w:tr>
      <w:tr w:rsidR="004D34CE" w:rsidRPr="005A4C2B" w14:paraId="5D0A63E8" w14:textId="77777777" w:rsidTr="00934EDB">
        <w:tc>
          <w:tcPr>
            <w:tcW w:w="851" w:type="dxa"/>
          </w:tcPr>
          <w:p w14:paraId="7CB6439D" w14:textId="77777777" w:rsidR="004D34CE" w:rsidRPr="0099587C" w:rsidRDefault="004D34CE" w:rsidP="00934ED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14:paraId="774CEC19" w14:textId="77777777" w:rsidR="004D34CE" w:rsidRPr="0099587C" w:rsidRDefault="004D34CE" w:rsidP="00934E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Określenie mechanizmów, tendencji i kontrtendencji dokonujących się w świecie.</w:t>
            </w:r>
          </w:p>
        </w:tc>
      </w:tr>
      <w:tr w:rsidR="004D34CE" w:rsidRPr="005A4C2B" w14:paraId="4A2256CE" w14:textId="77777777" w:rsidTr="00934EDB">
        <w:tc>
          <w:tcPr>
            <w:tcW w:w="851" w:type="dxa"/>
          </w:tcPr>
          <w:p w14:paraId="72A7999D" w14:textId="77777777" w:rsidR="004D34CE" w:rsidRPr="0099587C" w:rsidRDefault="004D34CE" w:rsidP="00934ED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 xml:space="preserve">C4 </w:t>
            </w:r>
          </w:p>
        </w:tc>
        <w:tc>
          <w:tcPr>
            <w:tcW w:w="8819" w:type="dxa"/>
            <w:vAlign w:val="center"/>
          </w:tcPr>
          <w:p w14:paraId="22BD102D" w14:textId="77777777" w:rsidR="004D34CE" w:rsidRPr="0099587C" w:rsidRDefault="004D34CE" w:rsidP="00934E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 xml:space="preserve">Przedstawienie działań podejmowanych przez organizacje międzynarodowe i </w:t>
            </w:r>
            <w:proofErr w:type="spellStart"/>
            <w:r w:rsidRPr="0099587C">
              <w:rPr>
                <w:rFonts w:ascii="Corbel" w:hAnsi="Corbel"/>
                <w:b w:val="0"/>
                <w:sz w:val="24"/>
                <w:szCs w:val="24"/>
              </w:rPr>
              <w:t>KTN</w:t>
            </w:r>
            <w:proofErr w:type="spellEnd"/>
            <w:r w:rsidRPr="0099587C">
              <w:rPr>
                <w:rFonts w:ascii="Corbel" w:hAnsi="Corbel"/>
                <w:b w:val="0"/>
                <w:sz w:val="24"/>
                <w:szCs w:val="24"/>
              </w:rPr>
              <w:t xml:space="preserve"> oraz gospodarki krajowe na rzecz ograniczenia niekorzystnych zjawisk i procesów oraz optymalizacji korzyści z uczestnictwa w międzynarodowym podziale pracy.</w:t>
            </w:r>
          </w:p>
        </w:tc>
      </w:tr>
    </w:tbl>
    <w:p w14:paraId="2268E9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C3D3E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CA6157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EB4D32F" w14:textId="77777777" w:rsidTr="0071620A">
        <w:tc>
          <w:tcPr>
            <w:tcW w:w="1701" w:type="dxa"/>
            <w:vAlign w:val="center"/>
          </w:tcPr>
          <w:p w14:paraId="1A93804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7AD072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3F8111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640C0B0" w14:textId="77777777" w:rsidTr="005E6E85">
        <w:tc>
          <w:tcPr>
            <w:tcW w:w="1701" w:type="dxa"/>
          </w:tcPr>
          <w:p w14:paraId="0A16898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DA665D2" w14:textId="77777777" w:rsidR="0085747A" w:rsidRPr="0099587C" w:rsidRDefault="008B7AC6" w:rsidP="004D34CE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9587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Absolwent w pogłębionym stopniu zna i rozumie relacje i współzależności między różnymi systemami i instytucjami społecznymi, gospodarczymi oraz finansowymi</w:t>
            </w:r>
          </w:p>
        </w:tc>
        <w:tc>
          <w:tcPr>
            <w:tcW w:w="1873" w:type="dxa"/>
          </w:tcPr>
          <w:p w14:paraId="139CED1A" w14:textId="77777777" w:rsidR="0085747A" w:rsidRPr="009C54AE" w:rsidRDefault="004D34CE" w:rsidP="00995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66C2E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</w:t>
            </w:r>
            <w:r w:rsidR="008B7AC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B7AC6" w:rsidRPr="009C54AE" w14:paraId="3006FFCE" w14:textId="77777777" w:rsidTr="005E6E85">
        <w:tc>
          <w:tcPr>
            <w:tcW w:w="1701" w:type="dxa"/>
          </w:tcPr>
          <w:p w14:paraId="7D2CC2ED" w14:textId="77777777" w:rsidR="008B7AC6" w:rsidRPr="009C54AE" w:rsidRDefault="008B7A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93EF7A2" w14:textId="77777777" w:rsidR="008B7AC6" w:rsidRPr="0099587C" w:rsidRDefault="008B7AC6" w:rsidP="004D34CE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9587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Absolwent w pogłębionym stopniu zna i rozumie teorie i metody wyjaśniające złożone współzależności pomiędzy zjawiskami makroekonomicznymi i finansowymi oraz zasady prowadzenia polityki pieniężnej i fiskalnej</w:t>
            </w:r>
          </w:p>
        </w:tc>
        <w:tc>
          <w:tcPr>
            <w:tcW w:w="1873" w:type="dxa"/>
          </w:tcPr>
          <w:p w14:paraId="3FAECD4E" w14:textId="77777777" w:rsidR="008B7AC6" w:rsidRDefault="008B7AC6" w:rsidP="00995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66C2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W04</w:t>
            </w:r>
          </w:p>
        </w:tc>
      </w:tr>
      <w:tr w:rsidR="0085747A" w:rsidRPr="009C54AE" w14:paraId="322F25D5" w14:textId="77777777" w:rsidTr="005E6E85">
        <w:tc>
          <w:tcPr>
            <w:tcW w:w="1701" w:type="dxa"/>
          </w:tcPr>
          <w:p w14:paraId="17904CD8" w14:textId="77777777" w:rsidR="0085747A" w:rsidRPr="009C54AE" w:rsidRDefault="008B7A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15E0A721" w14:textId="77777777" w:rsidR="0085747A" w:rsidRPr="0099587C" w:rsidRDefault="008B7AC6" w:rsidP="0099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Absolwent potrafi dokonywać krytycznej analizy, prognozować i modelować złożone procesy i zjawiska społeczno-ekonomiczne z wykorzystaniem odpowiednio dobranych zaawansowanych metod i narzędzi</w:t>
            </w:r>
          </w:p>
        </w:tc>
        <w:tc>
          <w:tcPr>
            <w:tcW w:w="1873" w:type="dxa"/>
          </w:tcPr>
          <w:p w14:paraId="66785A5A" w14:textId="77777777" w:rsidR="0085747A" w:rsidRPr="009C54AE" w:rsidRDefault="004239A0" w:rsidP="00995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66C2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8B7AC6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8B7AC6" w:rsidRPr="009C54AE" w14:paraId="527256E6" w14:textId="77777777" w:rsidTr="005E6E85">
        <w:tc>
          <w:tcPr>
            <w:tcW w:w="1701" w:type="dxa"/>
          </w:tcPr>
          <w:p w14:paraId="55CB2EE0" w14:textId="77777777" w:rsidR="008B7AC6" w:rsidRPr="009C54AE" w:rsidRDefault="008B7A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6ED220B0" w14:textId="77777777" w:rsidR="008B7AC6" w:rsidRPr="0099587C" w:rsidRDefault="008B7AC6" w:rsidP="0099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Absolwent potrafi analizować przyczyny i przebieg zjawisk społecznoekonomicznych determinujących sytuację ekonomiczno-finansową organizacji oraz określać ich skutki</w:t>
            </w:r>
          </w:p>
        </w:tc>
        <w:tc>
          <w:tcPr>
            <w:tcW w:w="1873" w:type="dxa"/>
          </w:tcPr>
          <w:p w14:paraId="0E3CED90" w14:textId="77777777" w:rsidR="008B7AC6" w:rsidRDefault="008B7AC6" w:rsidP="00995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66C2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U03</w:t>
            </w:r>
          </w:p>
        </w:tc>
      </w:tr>
      <w:tr w:rsidR="0085747A" w:rsidRPr="009C54AE" w14:paraId="77F78CE7" w14:textId="77777777" w:rsidTr="005E6E85">
        <w:tc>
          <w:tcPr>
            <w:tcW w:w="1701" w:type="dxa"/>
          </w:tcPr>
          <w:p w14:paraId="077C8821" w14:textId="77777777" w:rsidR="0085747A" w:rsidRPr="009C54AE" w:rsidRDefault="008B7A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4F7F13E8" w14:textId="77777777" w:rsidR="0085747A" w:rsidRPr="0099587C" w:rsidRDefault="008B7AC6" w:rsidP="0099587C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9587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Absolwent jest gotów do prezentowania aktywnej i twórczej postawy w formułowaniu własnych rozstrzygnięć problemu z uwzględnieniem wielokierunkowych skutków gospodarczych i społecznych</w:t>
            </w:r>
          </w:p>
        </w:tc>
        <w:tc>
          <w:tcPr>
            <w:tcW w:w="1873" w:type="dxa"/>
          </w:tcPr>
          <w:p w14:paraId="592B94C7" w14:textId="77777777" w:rsidR="0085747A" w:rsidRPr="009C54AE" w:rsidRDefault="004239A0" w:rsidP="00995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66C2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K0</w:t>
            </w:r>
            <w:r w:rsidR="008B7AC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6EE568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E187B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42109F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28749E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239A0" w:rsidRPr="005A4C2B" w14:paraId="65BA1F94" w14:textId="77777777" w:rsidTr="00934EDB">
        <w:tc>
          <w:tcPr>
            <w:tcW w:w="9639" w:type="dxa"/>
          </w:tcPr>
          <w:p w14:paraId="0B2A02CD" w14:textId="77777777" w:rsidR="004239A0" w:rsidRPr="0099587C" w:rsidRDefault="004239A0" w:rsidP="00934E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239A0" w:rsidRPr="005A4C2B" w14:paraId="14EC96F7" w14:textId="77777777" w:rsidTr="00934EDB">
        <w:tc>
          <w:tcPr>
            <w:tcW w:w="9639" w:type="dxa"/>
          </w:tcPr>
          <w:p w14:paraId="305A57F1" w14:textId="77777777" w:rsidR="004239A0" w:rsidRPr="0099587C" w:rsidRDefault="004239A0" w:rsidP="00934EDB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 xml:space="preserve">Gospodarka światowa – jej istota i struktura. Istota gospodarki światowej. Podmioty gospodarki światowej. Przedmiot i formy powiązań. Czynniki zmian w systemie gospodarki światowej. </w:t>
            </w:r>
            <w:proofErr w:type="spellStart"/>
            <w:r w:rsidRPr="0099587C">
              <w:rPr>
                <w:rFonts w:ascii="Corbel" w:hAnsi="Corbel"/>
                <w:sz w:val="24"/>
                <w:szCs w:val="24"/>
              </w:rPr>
              <w:t>Subsystemy</w:t>
            </w:r>
            <w:proofErr w:type="spellEnd"/>
            <w:r w:rsidRPr="0099587C">
              <w:rPr>
                <w:rFonts w:ascii="Corbel" w:hAnsi="Corbel"/>
                <w:sz w:val="24"/>
                <w:szCs w:val="24"/>
              </w:rPr>
              <w:t xml:space="preserve"> i podstawowe regiony gospodarce światowej.</w:t>
            </w:r>
          </w:p>
        </w:tc>
      </w:tr>
      <w:tr w:rsidR="004239A0" w:rsidRPr="005A4C2B" w14:paraId="5F0A8CB8" w14:textId="77777777" w:rsidTr="00934EDB">
        <w:tc>
          <w:tcPr>
            <w:tcW w:w="9639" w:type="dxa"/>
          </w:tcPr>
          <w:p w14:paraId="5368301C" w14:textId="77777777" w:rsidR="004239A0" w:rsidRPr="0099587C" w:rsidRDefault="004239A0" w:rsidP="00934EDB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 xml:space="preserve">Procesy internacjonalizacji, globalizacji i integracji w gospodarce światowej. Wzrost </w:t>
            </w:r>
            <w:r w:rsidRPr="0099587C">
              <w:rPr>
                <w:rFonts w:ascii="Corbel" w:hAnsi="Corbel"/>
                <w:sz w:val="24"/>
                <w:szCs w:val="24"/>
              </w:rPr>
              <w:lastRenderedPageBreak/>
              <w:t>współzależności  w współczesnej gospodarce światowej oraz ich charakter i rodzaj. Tendencje internacjonalizacji i jej formy i skutki. Istota globalizacji, jej cechy i konsekwencje. Cele i warunki oraz formy integracji ekonomicznej.</w:t>
            </w:r>
          </w:p>
        </w:tc>
      </w:tr>
      <w:tr w:rsidR="004239A0" w:rsidRPr="005A4C2B" w14:paraId="57315FD9" w14:textId="77777777" w:rsidTr="00934EDB">
        <w:tc>
          <w:tcPr>
            <w:tcW w:w="9639" w:type="dxa"/>
          </w:tcPr>
          <w:p w14:paraId="32C553EC" w14:textId="77777777" w:rsidR="004239A0" w:rsidRPr="0099587C" w:rsidRDefault="004239A0" w:rsidP="00934EDB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lastRenderedPageBreak/>
              <w:t>Problemy globalne we współczesnej gospodarce światowej i możliwości ich rozwiązywania. Pojęcia problemów globalnych i ich klasyfikacja. Problem nierównomiernego rozwoju poszczególnych krajów i jego aspekty globalne. Wzrost demograficzny i gospodarka żywnościowa jako problem globalny. Zadłużenie międzynarodowe i sposoby jego ograniczenia. Zagrożenie środowiska naturalnego i międzynarodowa współpraca na rzecz jego ochrony.</w:t>
            </w:r>
          </w:p>
        </w:tc>
      </w:tr>
      <w:tr w:rsidR="004239A0" w:rsidRPr="005A4C2B" w14:paraId="2B413FEB" w14:textId="77777777" w:rsidTr="00934EDB">
        <w:tc>
          <w:tcPr>
            <w:tcW w:w="9639" w:type="dxa"/>
          </w:tcPr>
          <w:p w14:paraId="1C36DCE1" w14:textId="77777777" w:rsidR="004239A0" w:rsidRPr="0099587C" w:rsidRDefault="004239A0" w:rsidP="00934EDB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Tendencje zmian w międzynarodowych przepływach czynników wytwórczych i strukturze produkcji.</w:t>
            </w:r>
          </w:p>
          <w:p w14:paraId="7FC45D6E" w14:textId="77777777" w:rsidR="004239A0" w:rsidRPr="0099587C" w:rsidRDefault="004239A0" w:rsidP="00934EDB">
            <w:pPr>
              <w:pStyle w:val="Akapitzlist"/>
              <w:spacing w:after="0" w:line="240" w:lineRule="auto"/>
              <w:ind w:left="23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Międzynarodowe przepływy kapitałowe. Wielkie korporacje transnarodowe i ich rola w gospodarce światowej. Kierunki i formy międzynarodowego transferu wiedzy technicznej. Międzynarodowy przepływ siły roboczej, tendencje i skutki.</w:t>
            </w:r>
          </w:p>
        </w:tc>
      </w:tr>
      <w:tr w:rsidR="004239A0" w:rsidRPr="005A4C2B" w14:paraId="413BC860" w14:textId="77777777" w:rsidTr="00934EDB">
        <w:tc>
          <w:tcPr>
            <w:tcW w:w="9639" w:type="dxa"/>
          </w:tcPr>
          <w:p w14:paraId="013DF710" w14:textId="77777777" w:rsidR="004239A0" w:rsidRPr="0099587C" w:rsidRDefault="004239A0" w:rsidP="00934ED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Kierunki zmian w poziomie i strukturze oraz charakterze międzynarodowych przepływów towarów i usług. Zmiany w strukturze geograficznej eksportu i importu. Struktura towarowa w międzynarodowej wymianie handlowej i tendencje jej zmian. Tendencje zmian w międzynarodowym obrocie usług i transferach dochodów. Charakter i formy specjalizacji produkcji oraz wymiany międzynarodowej. Procesy liberalizacji wymiany międzynarodowej, etapy, zakres i ich skutki.</w:t>
            </w:r>
          </w:p>
        </w:tc>
      </w:tr>
      <w:tr w:rsidR="004239A0" w:rsidRPr="005A4C2B" w14:paraId="110323D4" w14:textId="77777777" w:rsidTr="00934EDB">
        <w:tc>
          <w:tcPr>
            <w:tcW w:w="9639" w:type="dxa"/>
          </w:tcPr>
          <w:p w14:paraId="2D82E11F" w14:textId="77777777" w:rsidR="004239A0" w:rsidRPr="0099587C" w:rsidRDefault="004239A0" w:rsidP="00934EDB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Konkurencyjność w gospodarce światowej . Istota międzynarodowej zdolności konkurencyjnej i pozycji konkurencyjnej zasadniczych podmiotów gospodarki światowej. Determinanty i kierunki zmian pozycji konkurencyjnej poszczególnych krajów oraz ugrupowań integracyjnych. Ranking konkurencyjności Światowego Forum Ekonomicznego i Instytutu Zarządzania Rozwojem.</w:t>
            </w:r>
          </w:p>
        </w:tc>
      </w:tr>
    </w:tbl>
    <w:p w14:paraId="40822D0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05EA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0A366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DD642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BD0363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2137D4E5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5EF0631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CD7E0F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7F69F3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BB8832" w14:textId="77777777" w:rsidR="00E960BB" w:rsidRPr="004239A0" w:rsidRDefault="004239A0" w:rsidP="004239A0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239A0">
        <w:rPr>
          <w:rFonts w:ascii="Corbel" w:hAnsi="Corbel"/>
          <w:b w:val="0"/>
          <w:smallCaps w:val="0"/>
          <w:szCs w:val="24"/>
        </w:rPr>
        <w:t xml:space="preserve">Wykład problemowy z prezentacją multimedialną (kształcenie na odległość) przy wykorzystaniu platformy MS </w:t>
      </w:r>
      <w:proofErr w:type="spellStart"/>
      <w:r w:rsidRPr="004239A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B64B5F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A5895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6939D4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06C8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744C6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D553F0D" w14:textId="77777777" w:rsidTr="00C05F44">
        <w:tc>
          <w:tcPr>
            <w:tcW w:w="1985" w:type="dxa"/>
            <w:vAlign w:val="center"/>
          </w:tcPr>
          <w:p w14:paraId="148138A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C684CE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85BA7D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F41CB9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2CA22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6C6D443" w14:textId="77777777" w:rsidTr="00C05F44">
        <w:tc>
          <w:tcPr>
            <w:tcW w:w="1985" w:type="dxa"/>
          </w:tcPr>
          <w:p w14:paraId="4A60DF37" w14:textId="77777777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016026D0" w14:textId="77777777" w:rsidR="0085747A" w:rsidRPr="004239A0" w:rsidRDefault="004239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14:paraId="60BDA744" w14:textId="77777777" w:rsidR="0085747A" w:rsidRPr="009C54AE" w:rsidRDefault="004239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14:paraId="10AE4E7E" w14:textId="77777777" w:rsidTr="00C05F44">
        <w:tc>
          <w:tcPr>
            <w:tcW w:w="1985" w:type="dxa"/>
          </w:tcPr>
          <w:p w14:paraId="74C9FD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4131966" w14:textId="77777777" w:rsidR="0085747A" w:rsidRPr="004239A0" w:rsidRDefault="004239A0" w:rsidP="009958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ocena umiejętności prezentacji i analizy zjawisk oraz formułowania wniosków, tematyczna prezentacja multimedialna</w:t>
            </w:r>
          </w:p>
        </w:tc>
        <w:tc>
          <w:tcPr>
            <w:tcW w:w="2126" w:type="dxa"/>
          </w:tcPr>
          <w:p w14:paraId="6BC21BB8" w14:textId="77777777" w:rsidR="0085747A" w:rsidRPr="009C54AE" w:rsidRDefault="004239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3249D" w:rsidRPr="009C54AE" w14:paraId="14423B98" w14:textId="77777777" w:rsidTr="00C05F44">
        <w:tc>
          <w:tcPr>
            <w:tcW w:w="1985" w:type="dxa"/>
          </w:tcPr>
          <w:p w14:paraId="0A05F9F0" w14:textId="77777777" w:rsidR="00A3249D" w:rsidRPr="009C54AE" w:rsidRDefault="00A324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2522E93" w14:textId="77777777" w:rsidR="00A3249D" w:rsidRPr="004239A0" w:rsidRDefault="00A3249D" w:rsidP="009958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14:paraId="45D194B2" w14:textId="77777777" w:rsidR="00A3249D" w:rsidRDefault="00A324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3249D" w:rsidRPr="009C54AE" w14:paraId="58059E95" w14:textId="77777777" w:rsidTr="00C05F44">
        <w:tc>
          <w:tcPr>
            <w:tcW w:w="1985" w:type="dxa"/>
          </w:tcPr>
          <w:p w14:paraId="4BF50245" w14:textId="77777777" w:rsidR="00A3249D" w:rsidRPr="009C54AE" w:rsidRDefault="00A324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164F8EC" w14:textId="77777777" w:rsidR="00A3249D" w:rsidRPr="0099587C" w:rsidRDefault="00A3249D" w:rsidP="00995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9AE1FC4" w14:textId="77777777" w:rsidR="00A3249D" w:rsidRPr="0099587C" w:rsidRDefault="00A3249D" w:rsidP="00995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3249D" w:rsidRPr="009C54AE" w14:paraId="303AD5C9" w14:textId="77777777" w:rsidTr="00C05F44">
        <w:tc>
          <w:tcPr>
            <w:tcW w:w="1985" w:type="dxa"/>
          </w:tcPr>
          <w:p w14:paraId="6AA1A80C" w14:textId="77777777" w:rsidR="00A3249D" w:rsidRPr="009C54AE" w:rsidRDefault="00A324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528" w:type="dxa"/>
          </w:tcPr>
          <w:p w14:paraId="56B8C01B" w14:textId="77777777" w:rsidR="00A3249D" w:rsidRPr="0099587C" w:rsidRDefault="00A3249D" w:rsidP="00995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8AEAD4B" w14:textId="77777777" w:rsidR="00A3249D" w:rsidRPr="0099587C" w:rsidRDefault="00A3249D" w:rsidP="00995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C285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A1C8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76524D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6A0E42E" w14:textId="77777777" w:rsidTr="00923D7D">
        <w:tc>
          <w:tcPr>
            <w:tcW w:w="9670" w:type="dxa"/>
          </w:tcPr>
          <w:p w14:paraId="3E43E024" w14:textId="77777777" w:rsidR="004239A0" w:rsidRPr="0099587C" w:rsidRDefault="004239A0" w:rsidP="004239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Warunkiem zaliczenia przedmiotu jest przygotowanie i zaprezentowanie tematycznej prezentacji multimedialnej oraz aktywność w czasie zajęć.</w:t>
            </w:r>
          </w:p>
          <w:p w14:paraId="4CFAA536" w14:textId="77777777" w:rsidR="0085747A" w:rsidRPr="0099587C" w:rsidRDefault="004239A0" w:rsidP="00995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Ocena 3,0 wymaga uzyskania co najmniej 50% sumy punktów określonych dla w/w aktywności.</w:t>
            </w:r>
          </w:p>
        </w:tc>
      </w:tr>
    </w:tbl>
    <w:p w14:paraId="255E91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F53F3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568744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B2E7939" w14:textId="77777777" w:rsidTr="003E1941">
        <w:tc>
          <w:tcPr>
            <w:tcW w:w="4962" w:type="dxa"/>
            <w:vAlign w:val="center"/>
          </w:tcPr>
          <w:p w14:paraId="1E5D9CB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8518A2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9A8BEBE" w14:textId="77777777" w:rsidTr="00923D7D">
        <w:tc>
          <w:tcPr>
            <w:tcW w:w="4962" w:type="dxa"/>
          </w:tcPr>
          <w:p w14:paraId="00ED653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E518D5C" w14:textId="6B29AB2D" w:rsidR="0085747A" w:rsidRPr="009C54AE" w:rsidRDefault="00C404B0" w:rsidP="004239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6C65B623" w14:textId="77777777" w:rsidTr="00923D7D">
        <w:tc>
          <w:tcPr>
            <w:tcW w:w="4962" w:type="dxa"/>
          </w:tcPr>
          <w:p w14:paraId="29AA467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45E37B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9F6948">
              <w:rPr>
                <w:rFonts w:ascii="Corbel" w:hAnsi="Corbel"/>
                <w:sz w:val="24"/>
                <w:szCs w:val="24"/>
              </w:rPr>
              <w:t xml:space="preserve">dział w konsultacjach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D8BEF3D" w14:textId="77777777" w:rsidR="00C61DC5" w:rsidRPr="009C54AE" w:rsidRDefault="009F6948" w:rsidP="004239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4156FD8" w14:textId="77777777" w:rsidTr="00923D7D">
        <w:tc>
          <w:tcPr>
            <w:tcW w:w="4962" w:type="dxa"/>
          </w:tcPr>
          <w:p w14:paraId="15093D0A" w14:textId="77777777" w:rsidR="00C61DC5" w:rsidRPr="009C54AE" w:rsidRDefault="00C61DC5" w:rsidP="009F69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="009F6948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E775C1C" w14:textId="7E1C4AFF" w:rsidR="00C61DC5" w:rsidRPr="009C54AE" w:rsidRDefault="00C404B0" w:rsidP="009F69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85747A" w:rsidRPr="009C54AE" w14:paraId="3755C58F" w14:textId="77777777" w:rsidTr="00923D7D">
        <w:tc>
          <w:tcPr>
            <w:tcW w:w="4962" w:type="dxa"/>
          </w:tcPr>
          <w:p w14:paraId="25708AD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8BE825" w14:textId="77777777" w:rsidR="0085747A" w:rsidRPr="009C54AE" w:rsidRDefault="009F6948" w:rsidP="004239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39275FC7" w14:textId="77777777" w:rsidTr="00923D7D">
        <w:tc>
          <w:tcPr>
            <w:tcW w:w="4962" w:type="dxa"/>
          </w:tcPr>
          <w:p w14:paraId="7088CAE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4ADDC6FB" w14:textId="77777777" w:rsidR="0085747A" w:rsidRPr="009C54AE" w:rsidRDefault="009F6948" w:rsidP="004239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369231E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191583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F2F68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6E84E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50F0848" w14:textId="77777777" w:rsidTr="008962A4">
        <w:trPr>
          <w:trHeight w:val="397"/>
        </w:trPr>
        <w:tc>
          <w:tcPr>
            <w:tcW w:w="2359" w:type="pct"/>
          </w:tcPr>
          <w:p w14:paraId="192298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F323B05" w14:textId="77777777" w:rsidR="0085747A" w:rsidRPr="009C54AE" w:rsidRDefault="009F69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03615DE" w14:textId="77777777" w:rsidTr="008962A4">
        <w:trPr>
          <w:trHeight w:val="397"/>
        </w:trPr>
        <w:tc>
          <w:tcPr>
            <w:tcW w:w="2359" w:type="pct"/>
          </w:tcPr>
          <w:p w14:paraId="4CBD875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DFE4F54" w14:textId="77777777" w:rsidR="0085747A" w:rsidRPr="009C54AE" w:rsidRDefault="009F69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F1C30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D30A0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9339FF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4A377F3" w14:textId="77777777" w:rsidTr="008962A4">
        <w:trPr>
          <w:trHeight w:val="397"/>
        </w:trPr>
        <w:tc>
          <w:tcPr>
            <w:tcW w:w="5000" w:type="pct"/>
          </w:tcPr>
          <w:p w14:paraId="4C8C3A71" w14:textId="77777777" w:rsidR="0085747A" w:rsidRPr="0099587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AAAE2FC" w14:textId="77777777" w:rsidR="009F6948" w:rsidRPr="0099587C" w:rsidRDefault="009F6948" w:rsidP="009F694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 xml:space="preserve">Orłowska R., </w:t>
            </w:r>
            <w:proofErr w:type="spellStart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Żołądkiewicz</w:t>
            </w:r>
            <w:proofErr w:type="spellEnd"/>
            <w:r w:rsidRPr="0099587C">
              <w:rPr>
                <w:rFonts w:ascii="Corbel" w:hAnsi="Corbel"/>
                <w:b w:val="0"/>
                <w:smallCaps w:val="0"/>
                <w:szCs w:val="24"/>
              </w:rPr>
              <w:t xml:space="preserve"> K.  (red.), Globalizacja i regionalizacja w gospodarce światowej, PWE, Warszawa 2012.</w:t>
            </w:r>
          </w:p>
          <w:p w14:paraId="48D2A088" w14:textId="77777777" w:rsidR="009F6948" w:rsidRPr="0099587C" w:rsidRDefault="009F6948" w:rsidP="009F694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Rosińska-Bukowska M., Rola korporacji transnarodowych w procesach globalizacji. Kreowanie globalnej przestrzeni biznesowej, Wyd. Adam Marszałek, Toruń 2009.</w:t>
            </w:r>
          </w:p>
          <w:p w14:paraId="53656A15" w14:textId="77777777" w:rsidR="009F6948" w:rsidRPr="0099587C" w:rsidRDefault="009F6948" w:rsidP="0099587C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Zielińska-Głębocka A., Dostosowanie strukturalne gospodarek do globalizacji, Wyd. C. H. Beck, Warszawa 2016.</w:t>
            </w:r>
          </w:p>
        </w:tc>
      </w:tr>
      <w:tr w:rsidR="0085747A" w:rsidRPr="009C54AE" w14:paraId="5FED4DFF" w14:textId="77777777" w:rsidTr="008962A4">
        <w:trPr>
          <w:trHeight w:val="397"/>
        </w:trPr>
        <w:tc>
          <w:tcPr>
            <w:tcW w:w="5000" w:type="pct"/>
          </w:tcPr>
          <w:p w14:paraId="3E3D9AB1" w14:textId="77777777" w:rsidR="0085747A" w:rsidRPr="0099587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C64440D" w14:textId="77777777" w:rsidR="009F6948" w:rsidRPr="0099587C" w:rsidRDefault="009F6948" w:rsidP="009F694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Czarny E., Śledziewska K., Polska w handlu światowym, PWE, Warszawa 2009.</w:t>
            </w:r>
          </w:p>
          <w:p w14:paraId="0D939911" w14:textId="77777777" w:rsidR="009F6948" w:rsidRPr="0099587C" w:rsidRDefault="009F6948" w:rsidP="009F694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 xml:space="preserve">Kołodko </w:t>
            </w:r>
            <w:proofErr w:type="spellStart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G.W</w:t>
            </w:r>
            <w:proofErr w:type="spellEnd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., Dokąd zmierza świat. Ekonomia polityczna przyszłości, Wyd. Prószyński i S-ka, Warszawa 2014.</w:t>
            </w:r>
          </w:p>
          <w:p w14:paraId="7263DBB1" w14:textId="77777777" w:rsidR="009F6948" w:rsidRPr="0099587C" w:rsidRDefault="009F6948" w:rsidP="009F694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Roubini</w:t>
            </w:r>
            <w:proofErr w:type="spellEnd"/>
            <w:r w:rsidRPr="0099587C">
              <w:rPr>
                <w:rFonts w:ascii="Corbel" w:hAnsi="Corbel"/>
                <w:b w:val="0"/>
                <w:smallCaps w:val="0"/>
                <w:szCs w:val="24"/>
              </w:rPr>
              <w:t xml:space="preserve"> N., </w:t>
            </w:r>
            <w:proofErr w:type="spellStart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Mihm</w:t>
            </w:r>
            <w:proofErr w:type="spellEnd"/>
            <w:r w:rsidRPr="0099587C">
              <w:rPr>
                <w:rFonts w:ascii="Corbel" w:hAnsi="Corbel"/>
                <w:b w:val="0"/>
                <w:smallCaps w:val="0"/>
                <w:szCs w:val="24"/>
              </w:rPr>
              <w:t xml:space="preserve"> S., Ekonomia kryzysu, PWE, Warszawa 2011.</w:t>
            </w:r>
          </w:p>
          <w:p w14:paraId="7BF0102E" w14:textId="77777777" w:rsidR="009F6948" w:rsidRPr="0099587C" w:rsidRDefault="009F6948" w:rsidP="009F694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Stiglitz</w:t>
            </w:r>
            <w:proofErr w:type="spellEnd"/>
            <w:r w:rsidRPr="0099587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J.E</w:t>
            </w:r>
            <w:proofErr w:type="spellEnd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., Globalizacja, PWN, Warszawa  2007.</w:t>
            </w:r>
          </w:p>
          <w:p w14:paraId="43A9B0B8" w14:textId="77777777" w:rsidR="009F6948" w:rsidRPr="0099587C" w:rsidRDefault="009F6948" w:rsidP="009F694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 xml:space="preserve">Ślusarczyk B., Międzynarodowa pozycja konkurencyjna Polski. Teoria i praktyka, Wyd. </w:t>
            </w:r>
            <w:proofErr w:type="spellStart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</w:tc>
      </w:tr>
    </w:tbl>
    <w:p w14:paraId="2DD610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4772B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9587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9E4F6F" w14:textId="77777777" w:rsidR="00F4502A" w:rsidRDefault="00F4502A" w:rsidP="00C16ABF">
      <w:pPr>
        <w:spacing w:after="0" w:line="240" w:lineRule="auto"/>
      </w:pPr>
      <w:r>
        <w:separator/>
      </w:r>
    </w:p>
  </w:endnote>
  <w:endnote w:type="continuationSeparator" w:id="0">
    <w:p w14:paraId="5594552D" w14:textId="77777777" w:rsidR="00F4502A" w:rsidRDefault="00F4502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64F37E" w14:textId="77777777" w:rsidR="00F4502A" w:rsidRDefault="00F4502A" w:rsidP="00C16ABF">
      <w:pPr>
        <w:spacing w:after="0" w:line="240" w:lineRule="auto"/>
      </w:pPr>
      <w:r>
        <w:separator/>
      </w:r>
    </w:p>
  </w:footnote>
  <w:footnote w:type="continuationSeparator" w:id="0">
    <w:p w14:paraId="3622BDB3" w14:textId="77777777" w:rsidR="00F4502A" w:rsidRDefault="00F4502A" w:rsidP="00C16ABF">
      <w:pPr>
        <w:spacing w:after="0" w:line="240" w:lineRule="auto"/>
      </w:pPr>
      <w:r>
        <w:continuationSeparator/>
      </w:r>
    </w:p>
  </w:footnote>
  <w:footnote w:id="1">
    <w:p w14:paraId="12F9D00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A0115"/>
    <w:multiLevelType w:val="hybridMultilevel"/>
    <w:tmpl w:val="BA280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BA10E8"/>
    <w:multiLevelType w:val="hybridMultilevel"/>
    <w:tmpl w:val="8E8AC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3C6FA7"/>
    <w:multiLevelType w:val="hybridMultilevel"/>
    <w:tmpl w:val="E0688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E75E68"/>
    <w:multiLevelType w:val="hybridMultilevel"/>
    <w:tmpl w:val="E7DC6A48"/>
    <w:lvl w:ilvl="0" w:tplc="5504F4D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6D3"/>
    <w:rsid w:val="00070ED6"/>
    <w:rsid w:val="000742DC"/>
    <w:rsid w:val="00084C12"/>
    <w:rsid w:val="0009462C"/>
    <w:rsid w:val="00094B12"/>
    <w:rsid w:val="00096C46"/>
    <w:rsid w:val="000A1CEE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894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128D"/>
    <w:rsid w:val="003C0BAE"/>
    <w:rsid w:val="003D18A9"/>
    <w:rsid w:val="003D6CE2"/>
    <w:rsid w:val="003E1941"/>
    <w:rsid w:val="003E2FE6"/>
    <w:rsid w:val="003E49D5"/>
    <w:rsid w:val="003E6204"/>
    <w:rsid w:val="003F205D"/>
    <w:rsid w:val="003F38C0"/>
    <w:rsid w:val="003F6E1D"/>
    <w:rsid w:val="00414E3C"/>
    <w:rsid w:val="0042244A"/>
    <w:rsid w:val="004239A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227"/>
    <w:rsid w:val="00490F7D"/>
    <w:rsid w:val="00491678"/>
    <w:rsid w:val="004968E2"/>
    <w:rsid w:val="004A3EEA"/>
    <w:rsid w:val="004A4D1F"/>
    <w:rsid w:val="004D34CE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20A"/>
    <w:rsid w:val="00647FA8"/>
    <w:rsid w:val="00650C5F"/>
    <w:rsid w:val="00654934"/>
    <w:rsid w:val="006620D9"/>
    <w:rsid w:val="00666C2E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CC6"/>
    <w:rsid w:val="00745302"/>
    <w:rsid w:val="007461D6"/>
    <w:rsid w:val="00746EC8"/>
    <w:rsid w:val="007541EF"/>
    <w:rsid w:val="00763BF1"/>
    <w:rsid w:val="00766FD4"/>
    <w:rsid w:val="00775865"/>
    <w:rsid w:val="0078168C"/>
    <w:rsid w:val="00787C2A"/>
    <w:rsid w:val="00790E27"/>
    <w:rsid w:val="007A4022"/>
    <w:rsid w:val="007A6E6E"/>
    <w:rsid w:val="007C2775"/>
    <w:rsid w:val="007C3299"/>
    <w:rsid w:val="007C3BCC"/>
    <w:rsid w:val="007C4546"/>
    <w:rsid w:val="007D6E56"/>
    <w:rsid w:val="007F4155"/>
    <w:rsid w:val="0080412D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B7A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587C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6948"/>
    <w:rsid w:val="00A00ECC"/>
    <w:rsid w:val="00A155EE"/>
    <w:rsid w:val="00A2245B"/>
    <w:rsid w:val="00A245B2"/>
    <w:rsid w:val="00A30110"/>
    <w:rsid w:val="00A3249D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E3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002"/>
    <w:rsid w:val="00C26CB7"/>
    <w:rsid w:val="00C324C1"/>
    <w:rsid w:val="00C36992"/>
    <w:rsid w:val="00C404B0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41065"/>
    <w:rsid w:val="00F4502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2F5A6"/>
  <w15:docId w15:val="{5A41349D-C893-4208-8390-4F4EE93A1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22844-EB7A-41F7-8119-3A64E991D6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A4CC4B-DDC3-42A5-807E-F0610E6B9D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7708D2-3922-4F49-9183-99545D7596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2D7F0A-C875-429E-8822-8A182D05F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1185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16</cp:revision>
  <cp:lastPrinted>2019-02-06T12:12:00Z</cp:lastPrinted>
  <dcterms:created xsi:type="dcterms:W3CDTF">2020-10-26T16:48:00Z</dcterms:created>
  <dcterms:modified xsi:type="dcterms:W3CDTF">2021-11-05T13:47:00Z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